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41C" w:rsidRPr="00C221AD" w:rsidRDefault="0065141C" w:rsidP="000B1EFB">
      <w:pPr>
        <w:jc w:val="right"/>
        <w:rPr>
          <w:sz w:val="28"/>
          <w:szCs w:val="28"/>
        </w:rPr>
      </w:pPr>
    </w:p>
    <w:p w:rsidR="0065141C" w:rsidRPr="00C221AD" w:rsidRDefault="0065141C" w:rsidP="000B1EFB">
      <w:pPr>
        <w:jc w:val="right"/>
        <w:rPr>
          <w:sz w:val="28"/>
          <w:szCs w:val="28"/>
        </w:rPr>
      </w:pPr>
    </w:p>
    <w:p w:rsidR="0065141C" w:rsidRPr="00C221AD" w:rsidRDefault="0065141C" w:rsidP="000B1EFB">
      <w:pPr>
        <w:jc w:val="right"/>
        <w:rPr>
          <w:sz w:val="28"/>
          <w:szCs w:val="28"/>
        </w:rPr>
      </w:pPr>
    </w:p>
    <w:p w:rsidR="0065141C" w:rsidRPr="00C221AD" w:rsidRDefault="0065141C" w:rsidP="000B1EFB">
      <w:pPr>
        <w:jc w:val="right"/>
        <w:rPr>
          <w:sz w:val="28"/>
          <w:szCs w:val="28"/>
        </w:rPr>
      </w:pPr>
    </w:p>
    <w:p w:rsidR="0065141C" w:rsidRPr="00C221AD" w:rsidRDefault="0065141C" w:rsidP="000B1EFB">
      <w:pPr>
        <w:jc w:val="right"/>
        <w:rPr>
          <w:sz w:val="28"/>
          <w:szCs w:val="28"/>
        </w:rPr>
      </w:pPr>
      <w:smartTag w:uri="urn:schemas-microsoft-com:office:smarttags" w:element="address">
        <w:smartTag w:uri="urn:schemas-microsoft-com:office:smarttags" w:element="Street">
          <w:r w:rsidRPr="00C221AD">
            <w:rPr>
              <w:sz w:val="28"/>
              <w:szCs w:val="28"/>
            </w:rPr>
            <w:t>79001 Alabama HWY</w:t>
          </w:r>
        </w:smartTag>
      </w:smartTag>
      <w:r w:rsidRPr="00C221AD">
        <w:rPr>
          <w:sz w:val="28"/>
          <w:szCs w:val="28"/>
        </w:rPr>
        <w:t xml:space="preserve"> 77</w:t>
      </w:r>
    </w:p>
    <w:p w:rsidR="0065141C" w:rsidRPr="00C221AD" w:rsidRDefault="0065141C" w:rsidP="000B1EFB">
      <w:pPr>
        <w:jc w:val="right"/>
        <w:rPr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C221AD">
            <w:rPr>
              <w:sz w:val="28"/>
              <w:szCs w:val="28"/>
            </w:rPr>
            <w:t>Lincoln</w:t>
          </w:r>
        </w:smartTag>
        <w:r w:rsidRPr="00C221AD">
          <w:rPr>
            <w:sz w:val="28"/>
            <w:szCs w:val="28"/>
          </w:rPr>
          <w:t xml:space="preserve">, </w:t>
        </w:r>
        <w:smartTag w:uri="urn:schemas-microsoft-com:office:smarttags" w:element="State">
          <w:r w:rsidRPr="00C221AD">
            <w:rPr>
              <w:sz w:val="28"/>
              <w:szCs w:val="28"/>
            </w:rPr>
            <w:t>Alabama</w:t>
          </w:r>
        </w:smartTag>
        <w:r w:rsidRPr="00C221AD">
          <w:rPr>
            <w:sz w:val="28"/>
            <w:szCs w:val="28"/>
          </w:rPr>
          <w:t xml:space="preserve"> </w:t>
        </w:r>
        <w:smartTag w:uri="urn:schemas-microsoft-com:office:smarttags" w:element="PostalCode">
          <w:r w:rsidRPr="00C221AD">
            <w:rPr>
              <w:sz w:val="28"/>
              <w:szCs w:val="28"/>
            </w:rPr>
            <w:t>35096</w:t>
          </w:r>
        </w:smartTag>
      </w:smartTag>
    </w:p>
    <w:p w:rsidR="0065141C" w:rsidRPr="00C221AD" w:rsidRDefault="0065141C" w:rsidP="000B1EFB">
      <w:pPr>
        <w:jc w:val="right"/>
        <w:rPr>
          <w:sz w:val="28"/>
          <w:szCs w:val="28"/>
        </w:rPr>
      </w:pPr>
      <w:r w:rsidRPr="00C221AD">
        <w:rPr>
          <w:sz w:val="28"/>
          <w:szCs w:val="28"/>
        </w:rPr>
        <w:t>November 29, 2010</w:t>
      </w:r>
    </w:p>
    <w:p w:rsidR="0065141C" w:rsidRPr="00C221AD" w:rsidRDefault="0065141C" w:rsidP="000B1EFB">
      <w:pPr>
        <w:jc w:val="right"/>
        <w:rPr>
          <w:sz w:val="28"/>
          <w:szCs w:val="28"/>
        </w:rPr>
      </w:pPr>
    </w:p>
    <w:p w:rsidR="0065141C" w:rsidRPr="00C221AD" w:rsidRDefault="0065141C" w:rsidP="00C221AD">
      <w:pPr>
        <w:spacing w:line="480" w:lineRule="auto"/>
        <w:rPr>
          <w:sz w:val="28"/>
          <w:szCs w:val="28"/>
        </w:rPr>
      </w:pPr>
      <w:r w:rsidRPr="00C221AD">
        <w:rPr>
          <w:sz w:val="28"/>
          <w:szCs w:val="28"/>
        </w:rPr>
        <w:t xml:space="preserve">Dear Santa, </w:t>
      </w:r>
    </w:p>
    <w:p w:rsidR="0065141C" w:rsidRPr="00C221AD" w:rsidRDefault="0065141C" w:rsidP="00C221AD">
      <w:pPr>
        <w:spacing w:line="480" w:lineRule="auto"/>
        <w:ind w:firstLine="720"/>
        <w:rPr>
          <w:sz w:val="28"/>
          <w:szCs w:val="28"/>
        </w:rPr>
      </w:pPr>
      <w:r w:rsidRPr="00C221AD">
        <w:rPr>
          <w:sz w:val="28"/>
          <w:szCs w:val="28"/>
        </w:rPr>
        <w:t>Thank you Santa for the   Nerf gun, games for PS3 and Wii, airplane, and battleship game.  Also thank you for the time you gave me with my family.</w:t>
      </w:r>
    </w:p>
    <w:p w:rsidR="0065141C" w:rsidRDefault="0065141C" w:rsidP="00C221AD">
      <w:pPr>
        <w:spacing w:line="480" w:lineRule="auto"/>
        <w:ind w:firstLine="720"/>
        <w:rPr>
          <w:sz w:val="28"/>
          <w:szCs w:val="28"/>
        </w:rPr>
      </w:pPr>
      <w:r w:rsidRPr="00C221AD">
        <w:rPr>
          <w:sz w:val="28"/>
          <w:szCs w:val="28"/>
        </w:rPr>
        <w:t>My cousins will want legos and games. My mom wants an update on her ring and my dad wants to spend time with us. Will you also bring my baby sister a stuffed doll?</w:t>
      </w:r>
    </w:p>
    <w:p w:rsidR="0065141C" w:rsidRPr="00C221AD" w:rsidRDefault="0065141C" w:rsidP="00C221AD">
      <w:pPr>
        <w:spacing w:line="480" w:lineRule="auto"/>
        <w:ind w:firstLine="720"/>
        <w:rPr>
          <w:sz w:val="28"/>
          <w:szCs w:val="28"/>
        </w:rPr>
      </w:pPr>
      <w:r w:rsidRPr="00C221AD">
        <w:rPr>
          <w:sz w:val="28"/>
          <w:szCs w:val="28"/>
        </w:rPr>
        <w:t xml:space="preserve">For Christmas, I want a Lego fire station, Lego airport, and wipe out the game. </w:t>
      </w:r>
    </w:p>
    <w:p w:rsidR="0065141C" w:rsidRPr="00C221AD" w:rsidRDefault="0065141C" w:rsidP="00C221AD">
      <w:pPr>
        <w:spacing w:line="480" w:lineRule="auto"/>
        <w:rPr>
          <w:sz w:val="28"/>
          <w:szCs w:val="28"/>
        </w:rPr>
      </w:pPr>
      <w:r w:rsidRPr="00C221AD">
        <w:rPr>
          <w:sz w:val="28"/>
          <w:szCs w:val="28"/>
        </w:rPr>
        <w:t>Your Friend,</w:t>
      </w:r>
    </w:p>
    <w:p w:rsidR="0065141C" w:rsidRPr="00C221AD" w:rsidRDefault="0065141C" w:rsidP="00C221AD">
      <w:pPr>
        <w:spacing w:line="480" w:lineRule="auto"/>
        <w:rPr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C221AD">
            <w:rPr>
              <w:sz w:val="28"/>
              <w:szCs w:val="28"/>
            </w:rPr>
            <w:t>Logan</w:t>
          </w:r>
        </w:smartTag>
      </w:smartTag>
    </w:p>
    <w:sectPr w:rsidR="0065141C" w:rsidRPr="00C221AD" w:rsidSect="00C665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1636"/>
    <w:rsid w:val="000B1EFB"/>
    <w:rsid w:val="00171636"/>
    <w:rsid w:val="00224630"/>
    <w:rsid w:val="00262C35"/>
    <w:rsid w:val="003B05B3"/>
    <w:rsid w:val="00404C38"/>
    <w:rsid w:val="00563B49"/>
    <w:rsid w:val="0065141C"/>
    <w:rsid w:val="006C4829"/>
    <w:rsid w:val="006D29DE"/>
    <w:rsid w:val="00714435"/>
    <w:rsid w:val="00890716"/>
    <w:rsid w:val="008925D3"/>
    <w:rsid w:val="009956C2"/>
    <w:rsid w:val="00A427C3"/>
    <w:rsid w:val="00C03858"/>
    <w:rsid w:val="00C221AD"/>
    <w:rsid w:val="00C66547"/>
    <w:rsid w:val="00D72F51"/>
    <w:rsid w:val="00E66C75"/>
    <w:rsid w:val="00ED2D94"/>
    <w:rsid w:val="00F35E53"/>
    <w:rsid w:val="00FE3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54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221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793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73</Words>
  <Characters>418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79001 Alabama HWY 77</dc:title>
  <dc:subject/>
  <dc:creator>stuloganjm3252002</dc:creator>
  <cp:keywords/>
  <dc:description/>
  <cp:lastModifiedBy>shannon hill</cp:lastModifiedBy>
  <cp:revision>3</cp:revision>
  <cp:lastPrinted>2010-12-09T14:31:00Z</cp:lastPrinted>
  <dcterms:created xsi:type="dcterms:W3CDTF">2010-11-23T17:15:00Z</dcterms:created>
  <dcterms:modified xsi:type="dcterms:W3CDTF">2010-12-09T14:32:00Z</dcterms:modified>
</cp:coreProperties>
</file>